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1620A" w:rsidP="008677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413A">
        <w:rPr>
          <w:rFonts w:ascii="Corbel" w:hAnsi="Corbel"/>
          <w:smallCaps/>
          <w:sz w:val="24"/>
          <w:szCs w:val="24"/>
        </w:rPr>
        <w:t>2019/202</w:t>
      </w:r>
      <w:r w:rsidR="004C6AC7">
        <w:rPr>
          <w:rFonts w:ascii="Corbel" w:hAnsi="Corbel"/>
          <w:smallCaps/>
          <w:sz w:val="24"/>
          <w:szCs w:val="24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114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D0660" w:rsidP="002019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2019BD"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745F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45F8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32FC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0A0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C66AC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C6AC7" w:rsidP="00E00A0B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C6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6A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DC66AC" w:rsidP="00CC4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C66AC">
        <w:rPr>
          <w:rFonts w:ascii="Corbel" w:hAnsi="Corbel"/>
          <w:b w:val="0"/>
          <w:szCs w:val="24"/>
        </w:rPr>
        <w:t>Ćwiczenia: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745302">
        <w:tc>
          <w:tcPr>
            <w:tcW w:w="9670" w:type="dxa"/>
          </w:tcPr>
          <w:p w:rsidR="0085747A" w:rsidRPr="009C54AE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ciach wychowania fizycznego.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</w:t>
            </w:r>
            <w:r w:rsidRPr="00ED432E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ED432E">
              <w:rPr>
                <w:rFonts w:ascii="Corbel" w:hAnsi="Corbel"/>
                <w:b w:val="0"/>
                <w:sz w:val="24"/>
                <w:szCs w:val="24"/>
              </w:rPr>
              <w:t>ści fizycznej przez całe życie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6086"/>
        <w:gridCol w:w="1719"/>
      </w:tblGrid>
      <w:tr w:rsidR="0085747A" w:rsidRPr="009C54AE" w:rsidTr="009C6BFD">
        <w:trPr>
          <w:trHeight w:val="1126"/>
        </w:trPr>
        <w:tc>
          <w:tcPr>
            <w:tcW w:w="137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00A0B">
        <w:trPr>
          <w:trHeight w:val="723"/>
        </w:trPr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:rsidR="00745F8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aktywności i sprawności fizycznej.</w:t>
            </w:r>
            <w:r w:rsidR="00745F8E"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745F8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  <w:p w:rsidR="0085747A" w:rsidRPr="00E00A0B" w:rsidRDefault="0085747A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E00A0B"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:rsidR="0085747A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związki aktywności i sprawności fizycznej ze zdr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wiem.</w:t>
            </w:r>
          </w:p>
        </w:tc>
        <w:tc>
          <w:tcPr>
            <w:tcW w:w="1719" w:type="dxa"/>
            <w:vAlign w:val="center"/>
          </w:tcPr>
          <w:p w:rsidR="0085747A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fizyczną 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do potrzeb i możliwości dzieci lub uczniów, zachęcające dzieci i uczniów do akty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  <w:p w:rsidR="00ED432E" w:rsidRPr="00E00A0B" w:rsidRDefault="00ED432E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:rsidR="00ED432E" w:rsidRPr="00E00A0B" w:rsidRDefault="009C6BFD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proces uczenia się i nauczania czynności ruchowych.</w:t>
            </w:r>
          </w:p>
        </w:tc>
        <w:tc>
          <w:tcPr>
            <w:tcW w:w="1719" w:type="dxa"/>
            <w:vAlign w:val="center"/>
          </w:tcPr>
          <w:p w:rsidR="009635BD" w:rsidRPr="00E00A0B" w:rsidRDefault="009C6BFD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zaburzenia postawy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ciała i zna  prawidłowe wzorce ruchu oraz posiada postawę</w:t>
            </w:r>
            <w:r w:rsidR="00ED432E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:rsidR="00ED432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PPiW.U14</w:t>
            </w:r>
          </w:p>
        </w:tc>
      </w:tr>
      <w:tr w:rsidR="00383C61" w:rsidRPr="009C54AE" w:rsidTr="00E00A0B">
        <w:tc>
          <w:tcPr>
            <w:tcW w:w="1375" w:type="dxa"/>
          </w:tcPr>
          <w:p w:rsidR="00383C61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:rsidR="00383C61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zajęcia ruchowe w określonych warunkach</w:t>
            </w:r>
          </w:p>
        </w:tc>
        <w:tc>
          <w:tcPr>
            <w:tcW w:w="1719" w:type="dxa"/>
            <w:vAlign w:val="center"/>
          </w:tcPr>
          <w:p w:rsidR="00383C61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PPiW.U01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Zachęca 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do podejmowania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PPiW.U10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Wspiera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działania przeciwdziałające nabywaniu wad p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stawy ciała przez dzieci lub uczniów i nadwadze.   </w:t>
            </w:r>
          </w:p>
        </w:tc>
        <w:tc>
          <w:tcPr>
            <w:tcW w:w="1719" w:type="dxa"/>
            <w:vAlign w:val="center"/>
          </w:tcPr>
          <w:p w:rsidR="004021E3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K02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EK_9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</w:t>
            </w:r>
            <w:r w:rsidR="000C677B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postawy dbałości o aktywność fizyczną.</w:t>
            </w:r>
          </w:p>
        </w:tc>
        <w:tc>
          <w:tcPr>
            <w:tcW w:w="1719" w:type="dxa"/>
            <w:vAlign w:val="center"/>
          </w:tcPr>
          <w:p w:rsidR="004021E3" w:rsidRPr="00E00A0B" w:rsidRDefault="009C6BFD" w:rsidP="00E00A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PPiW.K07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6B7E" w:rsidRPr="009C54AE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</w:t>
      </w:r>
      <w:r w:rsidRPr="009C54AE">
        <w:rPr>
          <w:rFonts w:ascii="Corbel" w:hAnsi="Corbel"/>
          <w:sz w:val="24"/>
          <w:szCs w:val="24"/>
        </w:rPr>
        <w:t>a</w:t>
      </w:r>
      <w:r w:rsidRPr="009C54AE">
        <w:rPr>
          <w:rFonts w:ascii="Corbel" w:hAnsi="Corbel"/>
          <w:sz w:val="24"/>
          <w:szCs w:val="24"/>
        </w:rPr>
        <w:t xml:space="preserve">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nych z uprawianiem różnych dyscyplin sportu. Zapoznanie z regulaminem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>. Organiz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>cja, higiena i porządek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Ćwiczenia kształtujące prawidłową postawę ciała z wykorzystaniem przyrządów i przyb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rów. </w:t>
            </w:r>
          </w:p>
          <w:p w:rsidR="0085747A" w:rsidRPr="009C54AE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</w:t>
            </w:r>
            <w:r w:rsidRPr="00723984">
              <w:rPr>
                <w:rFonts w:ascii="Corbel" w:hAnsi="Corbel"/>
                <w:sz w:val="24"/>
                <w:szCs w:val="24"/>
              </w:rPr>
              <w:t>a</w:t>
            </w:r>
            <w:r w:rsidRPr="00723984">
              <w:rPr>
                <w:rFonts w:ascii="Corbel" w:hAnsi="Corbel"/>
                <w:sz w:val="24"/>
                <w:szCs w:val="24"/>
              </w:rPr>
              <w:t>lenie zastawiania , bloku pojedynczego i podwójnego – gra szkolna.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</w:t>
            </w:r>
            <w:r w:rsidRPr="00723984">
              <w:rPr>
                <w:rFonts w:ascii="Corbel" w:hAnsi="Corbel"/>
                <w:sz w:val="24"/>
                <w:szCs w:val="24"/>
              </w:rPr>
              <w:t>ż</w:t>
            </w:r>
            <w:r w:rsidRPr="00723984">
              <w:rPr>
                <w:rFonts w:ascii="Corbel" w:hAnsi="Corbel"/>
                <w:sz w:val="24"/>
                <w:szCs w:val="24"/>
              </w:rPr>
              <w:t>nych ustawieniach oraz kozłowania piłki. Technika rzutu w wyskoku oraz chwytów piłek leżących i  toczących się.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Prowadzenie piłki w dwójkach i trójkach, wyprowadzenie ataku szybkiego p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 xml:space="preserve">dania sytuacyjne, rzuty piłki do bramki z biegu  i w wyskoku.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</w:t>
            </w:r>
            <w:r w:rsidRPr="00723984">
              <w:rPr>
                <w:rFonts w:ascii="Corbel" w:hAnsi="Corbel"/>
                <w:sz w:val="24"/>
                <w:szCs w:val="24"/>
              </w:rPr>
              <w:t>o</w:t>
            </w:r>
            <w:r w:rsidRPr="00723984">
              <w:rPr>
                <w:rFonts w:ascii="Corbel" w:hAnsi="Corbel"/>
                <w:sz w:val="24"/>
                <w:szCs w:val="24"/>
              </w:rPr>
              <w:t>łowego w ataku. Gra właściwa –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</w:t>
            </w:r>
            <w:r w:rsidRPr="00723984">
              <w:rPr>
                <w:rFonts w:ascii="Corbel" w:hAnsi="Corbel"/>
                <w:sz w:val="24"/>
                <w:szCs w:val="24"/>
              </w:rPr>
              <w:t>e</w:t>
            </w:r>
            <w:r w:rsidRPr="00723984">
              <w:rPr>
                <w:rFonts w:ascii="Corbel" w:hAnsi="Corbel"/>
                <w:sz w:val="24"/>
                <w:szCs w:val="24"/>
              </w:rPr>
              <w:t>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6AC7" w:rsidRDefault="004C6AC7" w:rsidP="004C6AC7">
      <w:pPr>
        <w:rPr>
          <w:rFonts w:ascii="Corbel" w:hAnsi="Corbel"/>
          <w:sz w:val="24"/>
          <w:szCs w:val="24"/>
        </w:rPr>
      </w:pPr>
      <w:r w:rsidRPr="004C6AC7">
        <w:rPr>
          <w:rFonts w:ascii="Corbel" w:hAnsi="Corbel"/>
          <w:sz w:val="24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6481"/>
        <w:gridCol w:w="1708"/>
      </w:tblGrid>
      <w:tr w:rsidR="0085747A" w:rsidRPr="009C54AE" w:rsidTr="00460AEF">
        <w:tc>
          <w:tcPr>
            <w:tcW w:w="991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:rsidR="0085747A" w:rsidRPr="009C54AE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:rsidR="00460AE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:rsidR="00460AEF" w:rsidRDefault="00CC4AD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0AEF" w:rsidRPr="00CC4AD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  <w:p w:rsidR="00460AEF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:rsidR="00460AEF" w:rsidRPr="00FE45BD" w:rsidRDefault="00460AEF" w:rsidP="005423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45BD">
              <w:rPr>
                <w:rFonts w:ascii="Corbel" w:hAnsi="Corbel"/>
                <w:sz w:val="24"/>
                <w:szCs w:val="24"/>
              </w:rPr>
              <w:t>świadomy i aktywny udział w zajęciach,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:rsidR="00460AEF" w:rsidRDefault="00460AEF" w:rsidP="005423AD">
            <w:r w:rsidRPr="00FE45BD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FE45BD">
              <w:rPr>
                <w:rFonts w:ascii="Corbel" w:hAnsi="Corbel"/>
                <w:sz w:val="24"/>
                <w:szCs w:val="24"/>
              </w:rPr>
              <w:t>y</w:t>
            </w:r>
            <w:r w:rsidRPr="00FE45BD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:rsid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4ADF">
              <w:rPr>
                <w:rFonts w:ascii="Corbel" w:hAnsi="Corbel"/>
                <w:sz w:val="24"/>
                <w:szCs w:val="24"/>
              </w:rPr>
              <w:t>przygotowanie i prezentacja materiału dydaktycznego z w</w:t>
            </w:r>
            <w:r w:rsidRPr="00CC4ADF">
              <w:rPr>
                <w:rFonts w:ascii="Corbel" w:hAnsi="Corbel"/>
                <w:sz w:val="24"/>
                <w:szCs w:val="24"/>
              </w:rPr>
              <w:t>y</w:t>
            </w:r>
            <w:r w:rsidRPr="00CC4ADF">
              <w:rPr>
                <w:rFonts w:ascii="Corbel" w:hAnsi="Corbel"/>
                <w:sz w:val="24"/>
                <w:szCs w:val="24"/>
              </w:rPr>
              <w:t>chowania zdrowotnego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70" w:type="dxa"/>
          </w:tcPr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nie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ści nieusprawiedliwionych.</w:t>
            </w:r>
          </w:p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prawidłowość realizowania założeń taktycznych, dotyczących współpracy pomiędzy z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wodnikami danej drużyny,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9C54A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</w:t>
      </w:r>
      <w:r w:rsidR="00C61DC5" w:rsidRPr="009C54AE">
        <w:rPr>
          <w:rFonts w:ascii="Corbel" w:hAnsi="Corbel"/>
          <w:b/>
          <w:sz w:val="24"/>
          <w:szCs w:val="24"/>
        </w:rPr>
        <w:t>O</w:t>
      </w:r>
      <w:r w:rsidR="00C61DC5" w:rsidRPr="009C54AE"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272"/>
      </w:tblGrid>
      <w:tr w:rsidR="0085747A" w:rsidRPr="009C54AE" w:rsidTr="00C05A24">
        <w:tc>
          <w:tcPr>
            <w:tcW w:w="623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C05A24">
        <w:tc>
          <w:tcPr>
            <w:tcW w:w="623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C05A24">
        <w:tc>
          <w:tcPr>
            <w:tcW w:w="623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C05A24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5A24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lastRenderedPageBreak/>
              <w:t>Bondarowicz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E1D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B0" w:rsidRDefault="003E51B0" w:rsidP="00C16ABF">
      <w:pPr>
        <w:spacing w:after="0" w:line="240" w:lineRule="auto"/>
      </w:pPr>
      <w:r>
        <w:separator/>
      </w:r>
    </w:p>
  </w:endnote>
  <w:endnote w:type="continuationSeparator" w:id="0">
    <w:p w:rsidR="003E51B0" w:rsidRDefault="003E51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B0" w:rsidRDefault="003E51B0" w:rsidP="00C16ABF">
      <w:pPr>
        <w:spacing w:after="0" w:line="240" w:lineRule="auto"/>
      </w:pPr>
      <w:r>
        <w:separator/>
      </w:r>
    </w:p>
  </w:footnote>
  <w:footnote w:type="continuationSeparator" w:id="0">
    <w:p w:rsidR="003E51B0" w:rsidRDefault="003E51B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478CA"/>
    <w:rsid w:val="00070ED6"/>
    <w:rsid w:val="000742DC"/>
    <w:rsid w:val="00084C12"/>
    <w:rsid w:val="0009156D"/>
    <w:rsid w:val="0009462C"/>
    <w:rsid w:val="00094B12"/>
    <w:rsid w:val="00096C46"/>
    <w:rsid w:val="000A296F"/>
    <w:rsid w:val="000A2A28"/>
    <w:rsid w:val="000B192D"/>
    <w:rsid w:val="000B28EE"/>
    <w:rsid w:val="000B3E37"/>
    <w:rsid w:val="000C677B"/>
    <w:rsid w:val="000D04B0"/>
    <w:rsid w:val="000D4BBE"/>
    <w:rsid w:val="000E42A5"/>
    <w:rsid w:val="000F1C57"/>
    <w:rsid w:val="000F436C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ABC"/>
    <w:rsid w:val="001D7B54"/>
    <w:rsid w:val="001E0209"/>
    <w:rsid w:val="001E587C"/>
    <w:rsid w:val="001F2CA2"/>
    <w:rsid w:val="002019B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114C"/>
    <w:rsid w:val="003530DD"/>
    <w:rsid w:val="00363F78"/>
    <w:rsid w:val="00383C61"/>
    <w:rsid w:val="003A0A5B"/>
    <w:rsid w:val="003A1176"/>
    <w:rsid w:val="003C0BAE"/>
    <w:rsid w:val="003D18A9"/>
    <w:rsid w:val="003D6CE2"/>
    <w:rsid w:val="003E1941"/>
    <w:rsid w:val="003E2FE6"/>
    <w:rsid w:val="003E49D5"/>
    <w:rsid w:val="003E51B0"/>
    <w:rsid w:val="003F378A"/>
    <w:rsid w:val="003F38C0"/>
    <w:rsid w:val="004021E3"/>
    <w:rsid w:val="00414E3C"/>
    <w:rsid w:val="0042244A"/>
    <w:rsid w:val="00425244"/>
    <w:rsid w:val="0042745A"/>
    <w:rsid w:val="00431D5C"/>
    <w:rsid w:val="004362C6"/>
    <w:rsid w:val="00437FA2"/>
    <w:rsid w:val="00445970"/>
    <w:rsid w:val="00456C57"/>
    <w:rsid w:val="00460AEF"/>
    <w:rsid w:val="00461EFC"/>
    <w:rsid w:val="00464DB2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D8F"/>
    <w:rsid w:val="004C6AC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D07"/>
    <w:rsid w:val="005E6E85"/>
    <w:rsid w:val="005F31D2"/>
    <w:rsid w:val="0061029B"/>
    <w:rsid w:val="00617230"/>
    <w:rsid w:val="00621CE1"/>
    <w:rsid w:val="00627FC9"/>
    <w:rsid w:val="00632FC0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2502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2687B"/>
    <w:rsid w:val="007327BD"/>
    <w:rsid w:val="00734608"/>
    <w:rsid w:val="00745302"/>
    <w:rsid w:val="00745F8E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660"/>
    <w:rsid w:val="007D6E56"/>
    <w:rsid w:val="007E0BB0"/>
    <w:rsid w:val="007F1019"/>
    <w:rsid w:val="007F4155"/>
    <w:rsid w:val="0081554D"/>
    <w:rsid w:val="0081707E"/>
    <w:rsid w:val="008449B3"/>
    <w:rsid w:val="0085747A"/>
    <w:rsid w:val="00867717"/>
    <w:rsid w:val="00884922"/>
    <w:rsid w:val="00885F64"/>
    <w:rsid w:val="008917F9"/>
    <w:rsid w:val="00895BF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BD"/>
    <w:rsid w:val="00997F14"/>
    <w:rsid w:val="009A78D9"/>
    <w:rsid w:val="009C3E31"/>
    <w:rsid w:val="009C54AE"/>
    <w:rsid w:val="009C6BFD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8D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ADF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6AC"/>
    <w:rsid w:val="00DE09C0"/>
    <w:rsid w:val="00DE4A14"/>
    <w:rsid w:val="00DF320D"/>
    <w:rsid w:val="00DF71C8"/>
    <w:rsid w:val="00E00A0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F3995"/>
    <w:rsid w:val="00F0533C"/>
    <w:rsid w:val="00F05D93"/>
    <w:rsid w:val="00F070AB"/>
    <w:rsid w:val="00F17567"/>
    <w:rsid w:val="00F27A7B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1AC26-158A-4930-93A5-E3446608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1427</Words>
  <Characters>8565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2019-11-07T12:14:00Z</cp:lastPrinted>
  <dcterms:created xsi:type="dcterms:W3CDTF">2019-10-23T14:04:00Z</dcterms:created>
  <dcterms:modified xsi:type="dcterms:W3CDTF">2021-01-22T08:52:00Z</dcterms:modified>
</cp:coreProperties>
</file>